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26" w:rsidRDefault="00B94C26" w:rsidP="00561DE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B94C26" w:rsidRDefault="00B94C26" w:rsidP="00561DE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B94C26" w:rsidRPr="0022215D" w:rsidRDefault="00B94C26" w:rsidP="00561D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2215D">
        <w:rPr>
          <w:rFonts w:ascii="Times New Roman" w:hAnsi="Times New Roman"/>
          <w:sz w:val="20"/>
          <w:szCs w:val="20"/>
        </w:rPr>
        <w:t>Семинарское занятие</w:t>
      </w:r>
    </w:p>
    <w:p w:rsidR="00B94C26" w:rsidRPr="0022215D" w:rsidRDefault="00B94C26" w:rsidP="00561D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2215D">
        <w:rPr>
          <w:rFonts w:ascii="Times New Roman" w:hAnsi="Times New Roman"/>
          <w:sz w:val="20"/>
          <w:szCs w:val="20"/>
        </w:rPr>
        <w:t xml:space="preserve">с председателями  и секретарями участковых избирательных комиссий </w:t>
      </w:r>
    </w:p>
    <w:p w:rsidR="00B94C26" w:rsidRPr="0022215D" w:rsidRDefault="00B94C26" w:rsidP="00561D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94C26" w:rsidRPr="0022215D" w:rsidRDefault="00B94C26" w:rsidP="00561D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94C26" w:rsidRPr="0022215D" w:rsidRDefault="00B94C26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  <w:r w:rsidRPr="0022215D">
        <w:rPr>
          <w:rFonts w:ascii="Times New Roman" w:hAnsi="Times New Roman"/>
          <w:sz w:val="20"/>
          <w:szCs w:val="20"/>
        </w:rPr>
        <w:t xml:space="preserve">10 марта </w:t>
      </w:r>
      <w:smartTag w:uri="urn:schemas-microsoft-com:office:smarttags" w:element="metricconverter">
        <w:smartTagPr>
          <w:attr w:name="ProductID" w:val="2011 г"/>
        </w:smartTagPr>
        <w:r w:rsidRPr="0022215D">
          <w:rPr>
            <w:rFonts w:ascii="Times New Roman" w:hAnsi="Times New Roman"/>
            <w:sz w:val="20"/>
            <w:szCs w:val="20"/>
          </w:rPr>
          <w:t>2011 г</w:t>
        </w:r>
      </w:smartTag>
      <w:r w:rsidRPr="0022215D">
        <w:rPr>
          <w:rFonts w:ascii="Times New Roman" w:hAnsi="Times New Roman"/>
          <w:sz w:val="20"/>
          <w:szCs w:val="20"/>
        </w:rPr>
        <w:t>.               14.00                                зал заседаний</w:t>
      </w:r>
    </w:p>
    <w:p w:rsidR="00B94C26" w:rsidRPr="0022215D" w:rsidRDefault="00B94C26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  <w:r w:rsidRPr="0022215D">
        <w:rPr>
          <w:rFonts w:ascii="Times New Roman" w:hAnsi="Times New Roman"/>
          <w:sz w:val="20"/>
          <w:szCs w:val="20"/>
        </w:rPr>
        <w:tab/>
      </w:r>
      <w:r w:rsidRPr="0022215D">
        <w:rPr>
          <w:rFonts w:ascii="Times New Roman" w:hAnsi="Times New Roman"/>
          <w:sz w:val="20"/>
          <w:szCs w:val="20"/>
        </w:rPr>
        <w:tab/>
      </w:r>
      <w:r w:rsidRPr="0022215D">
        <w:rPr>
          <w:rFonts w:ascii="Times New Roman" w:hAnsi="Times New Roman"/>
          <w:sz w:val="20"/>
          <w:szCs w:val="20"/>
        </w:rPr>
        <w:tab/>
      </w:r>
      <w:r w:rsidRPr="0022215D">
        <w:rPr>
          <w:rFonts w:ascii="Times New Roman" w:hAnsi="Times New Roman"/>
          <w:sz w:val="20"/>
          <w:szCs w:val="20"/>
        </w:rPr>
        <w:tab/>
        <w:t xml:space="preserve">               администрации </w:t>
      </w:r>
    </w:p>
    <w:p w:rsidR="00B94C26" w:rsidRPr="0022215D" w:rsidRDefault="00B94C26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</w:p>
    <w:p w:rsidR="00B94C26" w:rsidRPr="0022215D" w:rsidRDefault="00B94C26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  <w:r w:rsidRPr="0022215D">
        <w:rPr>
          <w:rFonts w:ascii="Times New Roman" w:hAnsi="Times New Roman"/>
          <w:sz w:val="20"/>
          <w:szCs w:val="20"/>
        </w:rPr>
        <w:t xml:space="preserve">                                             Повестка дня</w:t>
      </w:r>
    </w:p>
    <w:p w:rsidR="00B94C26" w:rsidRPr="0022215D" w:rsidRDefault="00B94C26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20"/>
          <w:szCs w:val="20"/>
        </w:rPr>
      </w:pPr>
    </w:p>
    <w:p w:rsidR="00B94C26" w:rsidRPr="0022215D" w:rsidRDefault="00B94C26" w:rsidP="0072435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2215D">
        <w:rPr>
          <w:rFonts w:ascii="Times New Roman" w:hAnsi="Times New Roman"/>
          <w:sz w:val="20"/>
          <w:szCs w:val="20"/>
        </w:rPr>
        <w:t>О голосовании вне помещения</w:t>
      </w:r>
    </w:p>
    <w:p w:rsidR="00B94C26" w:rsidRPr="0022215D" w:rsidRDefault="00B94C26" w:rsidP="0072435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22215D">
        <w:rPr>
          <w:rFonts w:ascii="Times New Roman" w:hAnsi="Times New Roman"/>
          <w:sz w:val="20"/>
          <w:szCs w:val="20"/>
        </w:rPr>
        <w:t xml:space="preserve">                          </w:t>
      </w:r>
    </w:p>
    <w:p w:rsidR="00B94C26" w:rsidRPr="0022215D" w:rsidRDefault="00B94C26" w:rsidP="0072435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22215D">
        <w:rPr>
          <w:rFonts w:ascii="Times New Roman" w:hAnsi="Times New Roman"/>
          <w:sz w:val="20"/>
          <w:szCs w:val="20"/>
        </w:rPr>
        <w:t xml:space="preserve">               Головина Т. Г., секретарь ТИК</w:t>
      </w:r>
    </w:p>
    <w:p w:rsidR="00B94C26" w:rsidRPr="0022215D" w:rsidRDefault="00B94C26" w:rsidP="0072435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B94C26" w:rsidRPr="0022215D" w:rsidRDefault="00B94C26" w:rsidP="0072435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22215D">
        <w:rPr>
          <w:rFonts w:ascii="Times New Roman" w:hAnsi="Times New Roman"/>
          <w:sz w:val="20"/>
          <w:szCs w:val="20"/>
        </w:rPr>
        <w:t>2.О распределении обязанностей между членами УИК в день голосования. Схема действия председателя УИК в день голосования.</w:t>
      </w:r>
    </w:p>
    <w:p w:rsidR="00B94C26" w:rsidRPr="0022215D" w:rsidRDefault="00B94C26" w:rsidP="0072435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B94C26" w:rsidRPr="0022215D" w:rsidRDefault="00B94C26" w:rsidP="0072435D">
      <w:pPr>
        <w:spacing w:after="0" w:line="240" w:lineRule="auto"/>
        <w:ind w:left="3540" w:hanging="2124"/>
        <w:jc w:val="both"/>
        <w:rPr>
          <w:rFonts w:ascii="Times New Roman" w:hAnsi="Times New Roman"/>
          <w:sz w:val="20"/>
          <w:szCs w:val="20"/>
        </w:rPr>
      </w:pPr>
      <w:r w:rsidRPr="0022215D">
        <w:rPr>
          <w:rFonts w:ascii="Times New Roman" w:hAnsi="Times New Roman"/>
          <w:sz w:val="20"/>
          <w:szCs w:val="20"/>
        </w:rPr>
        <w:t>Хмельков В.А., председатель ТИК</w:t>
      </w:r>
    </w:p>
    <w:p w:rsidR="00B94C26" w:rsidRDefault="00B94C26" w:rsidP="00747C79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</w:t>
      </w:r>
    </w:p>
    <w:p w:rsidR="00B94C26" w:rsidRDefault="00B94C26" w:rsidP="00D70864">
      <w:pPr>
        <w:spacing w:after="0" w:line="240" w:lineRule="auto"/>
        <w:ind w:left="3540" w:hanging="3540"/>
        <w:jc w:val="both"/>
        <w:rPr>
          <w:rFonts w:ascii="Times New Roman" w:hAnsi="Times New Roman"/>
          <w:sz w:val="32"/>
          <w:szCs w:val="32"/>
        </w:rPr>
      </w:pPr>
    </w:p>
    <w:sectPr w:rsidR="00B94C26" w:rsidSect="006F5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42B42"/>
    <w:multiLevelType w:val="hybridMultilevel"/>
    <w:tmpl w:val="20D030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1E1489"/>
    <w:multiLevelType w:val="hybridMultilevel"/>
    <w:tmpl w:val="F3A220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7133158"/>
    <w:multiLevelType w:val="hybridMultilevel"/>
    <w:tmpl w:val="36B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6FAE"/>
    <w:rsid w:val="0000017E"/>
    <w:rsid w:val="00032F97"/>
    <w:rsid w:val="0018293E"/>
    <w:rsid w:val="001D551C"/>
    <w:rsid w:val="0022215D"/>
    <w:rsid w:val="002679C8"/>
    <w:rsid w:val="003404D1"/>
    <w:rsid w:val="003E3594"/>
    <w:rsid w:val="005271D7"/>
    <w:rsid w:val="005569E3"/>
    <w:rsid w:val="00556CF3"/>
    <w:rsid w:val="00561DE0"/>
    <w:rsid w:val="0066374B"/>
    <w:rsid w:val="00667512"/>
    <w:rsid w:val="006F527F"/>
    <w:rsid w:val="0072435D"/>
    <w:rsid w:val="00747C79"/>
    <w:rsid w:val="007D3D93"/>
    <w:rsid w:val="0082506B"/>
    <w:rsid w:val="008316DC"/>
    <w:rsid w:val="00912EF3"/>
    <w:rsid w:val="00A00C41"/>
    <w:rsid w:val="00A40ACA"/>
    <w:rsid w:val="00A74CA8"/>
    <w:rsid w:val="00B61B70"/>
    <w:rsid w:val="00B94C26"/>
    <w:rsid w:val="00C779E0"/>
    <w:rsid w:val="00C9485F"/>
    <w:rsid w:val="00C96FAE"/>
    <w:rsid w:val="00D70864"/>
    <w:rsid w:val="00DB1313"/>
    <w:rsid w:val="00DC1BE0"/>
    <w:rsid w:val="00EE1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27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61DE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61D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84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273</TotalTime>
  <Pages>1</Pages>
  <Words>78</Words>
  <Characters>450</Characters>
  <Application>Microsoft Office Outlook</Application>
  <DocSecurity>0</DocSecurity>
  <Lines>0</Lines>
  <Paragraphs>0</Paragraphs>
  <ScaleCrop>false</ScaleCrop>
  <Company>Избирательная комиссия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Тбилисская</dc:creator>
  <cp:keywords/>
  <dc:description/>
  <cp:lastModifiedBy>111</cp:lastModifiedBy>
  <cp:revision>15</cp:revision>
  <cp:lastPrinted>2009-12-11T15:14:00Z</cp:lastPrinted>
  <dcterms:created xsi:type="dcterms:W3CDTF">2009-12-09T19:05:00Z</dcterms:created>
  <dcterms:modified xsi:type="dcterms:W3CDTF">2011-05-20T03:38:00Z</dcterms:modified>
</cp:coreProperties>
</file>